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E7A4" w14:textId="2C950357" w:rsidR="00703EE5" w:rsidRDefault="00884521" w:rsidP="00912661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7020E" wp14:editId="6BADFAE4">
                <wp:simplePos x="0" y="0"/>
                <wp:positionH relativeFrom="column">
                  <wp:align>center</wp:align>
                </wp:positionH>
                <wp:positionV relativeFrom="topMargin">
                  <wp:align>center</wp:align>
                </wp:positionV>
                <wp:extent cx="1276350" cy="4762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539EB0F" w14:textId="59562F99" w:rsidR="00884521" w:rsidRPr="00884521" w:rsidRDefault="00884521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Text box top middle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77020E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0;width:100.5pt;height:37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center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" fillcolor="white [3201]" strokeweight=".5pt">
                <v:textbox>
                  <w:txbxContent>
                    <w:p w14:paraId="4539EB0F" w14:textId="59562F99" w:rsidR="00884521" w:rsidRPr="00884521" w:rsidRDefault="00884521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Text box top middle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>
        <w:t>body</w:t>
      </w:r>
    </w:p>
    <w:sectPr w:rsidR="00703EE5" w:rsidSect="00884521">
      <w:pgSz w:w="5954" w:h="8392" w:code="70"/>
      <w:pgMar w:top="1440" w:right="1440" w:bottom="1440" w:left="1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521"/>
    <w:rsid w:val="000C1ECD"/>
    <w:rsid w:val="00321565"/>
    <w:rsid w:val="00326855"/>
    <w:rsid w:val="004E38BB"/>
    <w:rsid w:val="005702D9"/>
    <w:rsid w:val="0062363A"/>
    <w:rsid w:val="007257C4"/>
    <w:rsid w:val="0087728C"/>
    <w:rsid w:val="00884521"/>
    <w:rsid w:val="00912661"/>
    <w:rsid w:val="00936920"/>
    <w:rsid w:val="00AB7264"/>
    <w:rsid w:val="00B1519E"/>
    <w:rsid w:val="00BB620D"/>
    <w:rsid w:val="00BD6080"/>
    <w:rsid w:val="00C26373"/>
    <w:rsid w:val="00E63991"/>
    <w:rsid w:val="00F6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92CB9"/>
  <w14:discardImageEditingData/>
  <w14:defaultImageDpi w14:val="32767"/>
  <w15:chartTrackingRefBased/>
  <w15:docId w15:val="{10B23EEC-43D5-4873-8034-ED14247C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DinA6qu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DinA6quer.dotx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2</cp:revision>
  <dcterms:created xsi:type="dcterms:W3CDTF">2022-08-20T09:54:00Z</dcterms:created>
  <dcterms:modified xsi:type="dcterms:W3CDTF">2022-08-20T09:54:00Z</dcterms:modified>
</cp:coreProperties>
</file>